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6C853" w14:textId="0AB936AA" w:rsidR="004D36D7" w:rsidRPr="00FD4A68" w:rsidRDefault="00886FD7" w:rsidP="00B47940">
      <w:pPr>
        <w:pStyle w:val="Title"/>
        <w:rPr>
          <w:rStyle w:val="LabTitleInstVersred"/>
          <w:b/>
          <w:color w:val="auto"/>
        </w:rPr>
      </w:pPr>
      <w:sdt>
        <w:sdtPr>
          <w:rPr>
            <w:b w:val="0"/>
            <w:color w:val="EE0000"/>
          </w:rPr>
          <w:alias w:val="Title"/>
          <w:tag w:val=""/>
          <w:id w:val="-487021785"/>
          <w:placeholder>
            <w:docPart w:val="F0B73C9AC61744DEB5C21CF12FB643B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27A3E" w:rsidRPr="00A27A3E">
            <w:t xml:space="preserve">Class Activity </w:t>
          </w:r>
          <w:r w:rsidR="00A27A3E">
            <w:t>-</w:t>
          </w:r>
          <w:r w:rsidR="00A27A3E" w:rsidRPr="00A27A3E">
            <w:t xml:space="preserve"> Creating Codes</w:t>
          </w:r>
        </w:sdtContent>
      </w:sdt>
    </w:p>
    <w:p w14:paraId="553DF9EC" w14:textId="77777777" w:rsidR="00D778DF" w:rsidRPr="00E70096" w:rsidRDefault="00D778DF" w:rsidP="00D452F4">
      <w:pPr>
        <w:pStyle w:val="Heading1"/>
      </w:pPr>
      <w:r w:rsidRPr="00E70096">
        <w:t>Objectives</w:t>
      </w:r>
    </w:p>
    <w:p w14:paraId="18FDD8B3" w14:textId="3DBF1002" w:rsidR="00AA2D5C" w:rsidRDefault="00A27A3E" w:rsidP="00AA2D5C">
      <w:pPr>
        <w:pStyle w:val="BodyTextL25"/>
      </w:pPr>
      <w:r w:rsidRPr="000D55EB">
        <w:t>In this lab, you will create and encrypt messages using online tools.</w:t>
      </w:r>
    </w:p>
    <w:p w14:paraId="65D5F1B1" w14:textId="13D8393A" w:rsidR="00BF5FB7" w:rsidRDefault="00CD3942" w:rsidP="00BF5FB7">
      <w:pPr>
        <w:pStyle w:val="BodyTextL25Bold"/>
      </w:pPr>
      <w:r>
        <w:t>Part</w:t>
      </w:r>
      <w:r w:rsidR="00BF5FB7">
        <w:t xml:space="preserve"> 1: Search for an online encoding and decoding tool.</w:t>
      </w:r>
    </w:p>
    <w:p w14:paraId="749A63CB" w14:textId="5B42D0EB" w:rsidR="00BF5FB7" w:rsidRDefault="00CD3942" w:rsidP="00BF5FB7">
      <w:pPr>
        <w:pStyle w:val="BodyTextL25Bold"/>
      </w:pPr>
      <w:r>
        <w:t>Part</w:t>
      </w:r>
      <w:r w:rsidR="00BF5FB7">
        <w:t xml:space="preserve"> 2: Encrypt a message and email it to your lab partner.</w:t>
      </w:r>
    </w:p>
    <w:p w14:paraId="05355691" w14:textId="4D85D334" w:rsidR="00BF5FB7" w:rsidRDefault="00CD3942" w:rsidP="00BF5FB7">
      <w:pPr>
        <w:pStyle w:val="BodyTextL25Bold"/>
      </w:pPr>
      <w:r>
        <w:t>Part</w:t>
      </w:r>
      <w:r w:rsidR="00BF5FB7">
        <w:t xml:space="preserve"> 3: Decrypt the ciphertext.</w:t>
      </w:r>
    </w:p>
    <w:p w14:paraId="5D6EFE5A" w14:textId="77777777" w:rsidR="00D778DF" w:rsidRDefault="00D778DF" w:rsidP="00A27A3E">
      <w:pPr>
        <w:pStyle w:val="Heading1"/>
      </w:pPr>
      <w:r w:rsidRPr="00E70096">
        <w:t>Background / Scenario</w:t>
      </w:r>
    </w:p>
    <w:p w14:paraId="0D2A4ED5" w14:textId="77777777" w:rsidR="00BF5FB7" w:rsidRPr="000D55EB" w:rsidRDefault="00BF5FB7" w:rsidP="00BF5FB7">
      <w:pPr>
        <w:pStyle w:val="BodyTextL25"/>
      </w:pPr>
      <w:r w:rsidRPr="000D55EB">
        <w:t>Secret codes have been used for thousands of years. Ancient Greeks and Spartans used a scytale (rhymes with Italy) to encode messages. Romans used a Caesar cipher to encrypt messages. A few hundred years ago, the French used the Vigen</w:t>
      </w:r>
      <w:r w:rsidRPr="000D55EB">
        <w:rPr>
          <w:rFonts w:cs="Arial"/>
        </w:rPr>
        <w:t>è</w:t>
      </w:r>
      <w:r w:rsidRPr="000D55EB">
        <w:t>re cipher to encode messages. Today, there are many ways that messages can be encoded.</w:t>
      </w:r>
    </w:p>
    <w:p w14:paraId="0620ACCC" w14:textId="77777777" w:rsidR="00AA2D5C" w:rsidRPr="000D55EB" w:rsidRDefault="00AA2D5C" w:rsidP="00AA2D5C">
      <w:pPr>
        <w:pStyle w:val="BodyTextL25"/>
      </w:pPr>
      <w:r w:rsidRPr="000D55EB">
        <w:t xml:space="preserve">There are several encryption algorithms that can be used to encrypt and decrypt messages. Virtual Private Networks (VPNs) are commonly used </w:t>
      </w:r>
      <w:r>
        <w:t xml:space="preserve">to </w:t>
      </w:r>
      <w:r w:rsidRPr="000D55EB">
        <w:t xml:space="preserve">automate the encryption and decryption process. </w:t>
      </w:r>
    </w:p>
    <w:p w14:paraId="2E91C961" w14:textId="77777777" w:rsidR="00AA2D5C" w:rsidRPr="000D55EB" w:rsidRDefault="00AA2D5C" w:rsidP="00AA2D5C">
      <w:pPr>
        <w:pStyle w:val="BodyTextL25"/>
      </w:pPr>
      <w:r w:rsidRPr="000D55EB">
        <w:t xml:space="preserve">In this lab, you and a lab partner will use an online tool to encrypt and decrypt messages. </w:t>
      </w:r>
    </w:p>
    <w:p w14:paraId="29E75BB7" w14:textId="77777777" w:rsidR="00D778DF" w:rsidRPr="00E70096" w:rsidRDefault="00D778DF" w:rsidP="00D452F4">
      <w:pPr>
        <w:pStyle w:val="Heading1"/>
      </w:pPr>
      <w:r w:rsidRPr="00E70096">
        <w:t>Required Resources</w:t>
      </w:r>
    </w:p>
    <w:p w14:paraId="40B4DFF5" w14:textId="75E0BC9F" w:rsidR="00457934" w:rsidRDefault="00AA2D5C" w:rsidP="00457934">
      <w:pPr>
        <w:pStyle w:val="Bulletlevel1"/>
      </w:pPr>
      <w:r w:rsidRPr="000D55EB">
        <w:t xml:space="preserve">PC with </w:t>
      </w:r>
      <w:r>
        <w:t>i</w:t>
      </w:r>
      <w:r w:rsidRPr="000D55EB">
        <w:t>nternet access</w:t>
      </w:r>
    </w:p>
    <w:p w14:paraId="760098B6" w14:textId="77777777" w:rsidR="00125806" w:rsidRDefault="00125806" w:rsidP="00D452F4">
      <w:pPr>
        <w:pStyle w:val="Heading1"/>
      </w:pPr>
      <w:r>
        <w:t>Instructions</w:t>
      </w:r>
    </w:p>
    <w:p w14:paraId="7EC844FC" w14:textId="77777777" w:rsidR="00AA2D5C" w:rsidRPr="000D55EB" w:rsidRDefault="00AA2D5C" w:rsidP="000E54EC">
      <w:pPr>
        <w:pStyle w:val="Heading2"/>
      </w:pPr>
      <w:r w:rsidRPr="000D55EB">
        <w:t>Search for an online encoding and decoding tool.</w:t>
      </w:r>
    </w:p>
    <w:p w14:paraId="640B8589" w14:textId="77777777" w:rsidR="00AA2D5C" w:rsidRPr="000D55EB" w:rsidRDefault="00AA2D5C" w:rsidP="00AA2D5C">
      <w:pPr>
        <w:pStyle w:val="BodyTextL25"/>
      </w:pPr>
      <w:r w:rsidRPr="000D55EB">
        <w:t xml:space="preserve">There are many different types of encryption algorithms used in modern networks. One of the most secure is the Advanced Encryption Standard (AES) symmetric encryption algorithm. We will be using this algorithm in our demonstration. </w:t>
      </w:r>
    </w:p>
    <w:p w14:paraId="290EBAB4" w14:textId="662530BB" w:rsidR="00AA2D5C" w:rsidRPr="000D55EB" w:rsidRDefault="00AA2D5C" w:rsidP="00F150E3">
      <w:pPr>
        <w:pStyle w:val="SubStepAlpha"/>
      </w:pPr>
      <w:r w:rsidRPr="000D55EB">
        <w:t xml:space="preserve">In a Web browser, search for </w:t>
      </w:r>
      <w:r w:rsidRPr="005453CB">
        <w:rPr>
          <w:b/>
          <w:bCs/>
        </w:rPr>
        <w:t>encrypt decrypt AES online</w:t>
      </w:r>
      <w:r w:rsidRPr="000D55EB">
        <w:t xml:space="preserve">. </w:t>
      </w:r>
      <w:r>
        <w:t>S</w:t>
      </w:r>
      <w:r w:rsidRPr="000D55EB">
        <w:t xml:space="preserve">everal different tools </w:t>
      </w:r>
      <w:r>
        <w:t>will be</w:t>
      </w:r>
      <w:r w:rsidRPr="000D55EB">
        <w:t xml:space="preserve"> listed</w:t>
      </w:r>
      <w:r>
        <w:t xml:space="preserve"> in the search results</w:t>
      </w:r>
      <w:r w:rsidRPr="000D55EB">
        <w:t xml:space="preserve">. </w:t>
      </w:r>
    </w:p>
    <w:p w14:paraId="351D4E61" w14:textId="77777777" w:rsidR="00AA2D5C" w:rsidRPr="000D55EB" w:rsidRDefault="00AA2D5C" w:rsidP="00F150E3">
      <w:pPr>
        <w:pStyle w:val="SubStepAlpha"/>
      </w:pPr>
      <w:r w:rsidRPr="000D55EB">
        <w:t xml:space="preserve">Explore the different links provided and choose a tool. In our example, we used the tool available from: </w:t>
      </w:r>
    </w:p>
    <w:p w14:paraId="4054A18D" w14:textId="77777777" w:rsidR="00AA2D5C" w:rsidRPr="000D55EB" w:rsidRDefault="00886FD7" w:rsidP="00AA2D5C">
      <w:pPr>
        <w:pStyle w:val="SubStepAlpha"/>
        <w:numPr>
          <w:ilvl w:val="0"/>
          <w:numId w:val="0"/>
        </w:numPr>
        <w:ind w:left="720"/>
      </w:pPr>
      <w:hyperlink r:id="rId8" w:history="1">
        <w:r w:rsidR="00AA2D5C" w:rsidRPr="000D55EB">
          <w:rPr>
            <w:rStyle w:val="Hyperlink"/>
          </w:rPr>
          <w:t>http://aesencryption.net/</w:t>
        </w:r>
      </w:hyperlink>
      <w:r w:rsidR="00AA2D5C" w:rsidRPr="000D55EB">
        <w:t xml:space="preserve"> </w:t>
      </w:r>
    </w:p>
    <w:p w14:paraId="09C66E8D" w14:textId="77777777" w:rsidR="00AA2D5C" w:rsidRPr="000D55EB" w:rsidRDefault="00AA2D5C" w:rsidP="000E54EC">
      <w:pPr>
        <w:pStyle w:val="Heading2"/>
      </w:pPr>
      <w:r w:rsidRPr="000D55EB">
        <w:t>Encrypt a message and email it to your lab partner.</w:t>
      </w:r>
    </w:p>
    <w:p w14:paraId="1C8BBFE9" w14:textId="77777777" w:rsidR="00AA2D5C" w:rsidRPr="000D55EB" w:rsidRDefault="00AA2D5C" w:rsidP="00AA2D5C">
      <w:pPr>
        <w:pStyle w:val="BodyTextL25"/>
      </w:pPr>
      <w:r w:rsidRPr="000D55EB">
        <w:t xml:space="preserve">In this step, each lab partner will encrypt a message and send the encrypted text to the other lab partner. </w:t>
      </w:r>
    </w:p>
    <w:p w14:paraId="384E1953" w14:textId="77777777" w:rsidR="00AA2D5C" w:rsidRPr="000D55EB" w:rsidRDefault="00AA2D5C" w:rsidP="00AA2D5C">
      <w:pPr>
        <w:pStyle w:val="BodyTextL25"/>
      </w:pPr>
      <w:r w:rsidRPr="000D55EB">
        <w:rPr>
          <w:b/>
        </w:rPr>
        <w:t>Note:</w:t>
      </w:r>
      <w:r w:rsidRPr="000D55EB">
        <w:t xml:space="preserve"> Unencrypted messages are referred to as </w:t>
      </w:r>
      <w:r>
        <w:t>plain</w:t>
      </w:r>
      <w:r w:rsidRPr="000D55EB">
        <w:t>text</w:t>
      </w:r>
      <w:r>
        <w:t>,</w:t>
      </w:r>
      <w:r w:rsidRPr="000D55EB">
        <w:t xml:space="preserve"> while encrypted messages are referred to as ciphertext.</w:t>
      </w:r>
    </w:p>
    <w:p w14:paraId="272E4A2A" w14:textId="77777777" w:rsidR="00AA2D5C" w:rsidRPr="000D55EB" w:rsidRDefault="00AA2D5C" w:rsidP="00F150E3">
      <w:pPr>
        <w:pStyle w:val="SubStepAlpha"/>
      </w:pPr>
      <w:r w:rsidRPr="000D55EB">
        <w:t xml:space="preserve">Enter a </w:t>
      </w:r>
      <w:r>
        <w:t>plain</w:t>
      </w:r>
      <w:r w:rsidRPr="000D55EB">
        <w:t xml:space="preserve">text message of your choice in the text box. The message can be very short or it can be lengthy. Be sure that your lab partner does not see the </w:t>
      </w:r>
      <w:r>
        <w:t>plain</w:t>
      </w:r>
      <w:r w:rsidRPr="000D55EB">
        <w:t>text message.</w:t>
      </w:r>
    </w:p>
    <w:p w14:paraId="35DFEBE6" w14:textId="77777777" w:rsidR="00AA2D5C" w:rsidRPr="000D55EB" w:rsidRDefault="00AA2D5C" w:rsidP="00AA2D5C">
      <w:pPr>
        <w:pStyle w:val="BodyTextL50"/>
      </w:pPr>
      <w:r w:rsidRPr="000D55EB">
        <w:t>A secret key (i.e., password) is usually required to encrypt a message. The secret key is used along with the encryption algorithm to encrypt the message. Only someone with knowledge of the secret key would be able to decrypt the message.</w:t>
      </w:r>
    </w:p>
    <w:p w14:paraId="6A69AAB2" w14:textId="77777777" w:rsidR="00AA2D5C" w:rsidRPr="000D55EB" w:rsidRDefault="00AA2D5C" w:rsidP="00BD4ECD">
      <w:pPr>
        <w:pStyle w:val="SubStepAlpha"/>
        <w:keepNext/>
      </w:pPr>
      <w:r w:rsidRPr="000D55EB">
        <w:lastRenderedPageBreak/>
        <w:t xml:space="preserve">Enter a secret key. Some tools may ask you to confirm the password. In our example, we used the </w:t>
      </w:r>
      <w:r w:rsidRPr="000D55EB">
        <w:rPr>
          <w:b/>
        </w:rPr>
        <w:t>cyberops</w:t>
      </w:r>
      <w:r w:rsidRPr="000D55EB">
        <w:t xml:space="preserve"> secret key.</w:t>
      </w:r>
    </w:p>
    <w:p w14:paraId="72C66E30" w14:textId="77777777" w:rsidR="00AA2D5C" w:rsidRPr="000D55EB" w:rsidRDefault="00AA2D5C" w:rsidP="00AA2D5C">
      <w:pPr>
        <w:pStyle w:val="Visual"/>
      </w:pPr>
      <w:r w:rsidRPr="000D55EB">
        <w:rPr>
          <w:noProof/>
        </w:rPr>
        <w:drawing>
          <wp:inline distT="0" distB="0" distL="0" distR="0" wp14:anchorId="37974352" wp14:editId="40FE6AAB">
            <wp:extent cx="4572000" cy="3102219"/>
            <wp:effectExtent l="0" t="0" r="0" b="3175"/>
            <wp:docPr id="7" name="Picture 7" descr="Screenshot of the AES encryption window with cyberops as the secret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72000" cy="3102219"/>
                    </a:xfrm>
                    <a:prstGeom prst="rect">
                      <a:avLst/>
                    </a:prstGeom>
                  </pic:spPr>
                </pic:pic>
              </a:graphicData>
            </a:graphic>
          </wp:inline>
        </w:drawing>
      </w:r>
    </w:p>
    <w:p w14:paraId="417E2D7C" w14:textId="77777777" w:rsidR="00AA2D5C" w:rsidRPr="000D55EB" w:rsidRDefault="00AA2D5C" w:rsidP="00F150E3">
      <w:pPr>
        <w:pStyle w:val="SubStepAlpha"/>
      </w:pPr>
      <w:r w:rsidRPr="000D55EB">
        <w:t xml:space="preserve">Next click on </w:t>
      </w:r>
      <w:r w:rsidRPr="000D55EB">
        <w:rPr>
          <w:b/>
        </w:rPr>
        <w:t>Encrypt</w:t>
      </w:r>
      <w:r>
        <w:t>.</w:t>
      </w:r>
    </w:p>
    <w:p w14:paraId="20A3C63D" w14:textId="6E46C9E3" w:rsidR="00AA2D5C" w:rsidRDefault="00AA2D5C" w:rsidP="00AA2D5C">
      <w:pPr>
        <w:pStyle w:val="SubStepAlpha"/>
        <w:keepNext/>
        <w:numPr>
          <w:ilvl w:val="0"/>
          <w:numId w:val="0"/>
        </w:numPr>
        <w:ind w:left="720"/>
      </w:pPr>
      <w:r w:rsidRPr="000D55EB">
        <w:t>In the Result of encryption in base64 window, random text is displayed. This is then encrypted message</w:t>
      </w:r>
      <w:r>
        <w:t>.</w:t>
      </w:r>
    </w:p>
    <w:p w14:paraId="45F8E3FB" w14:textId="77777777" w:rsidR="00AA2D5C" w:rsidRPr="000D55EB" w:rsidRDefault="00AA2D5C" w:rsidP="00AA2D5C">
      <w:pPr>
        <w:pStyle w:val="Visual"/>
      </w:pPr>
      <w:r w:rsidRPr="000D55EB">
        <w:rPr>
          <w:noProof/>
        </w:rPr>
        <w:drawing>
          <wp:inline distT="0" distB="0" distL="0" distR="0" wp14:anchorId="7B4EFFB4" wp14:editId="20B49793">
            <wp:extent cx="4572000" cy="1243623"/>
            <wp:effectExtent l="0" t="0" r="0" b="0"/>
            <wp:docPr id="8" name="Picture 8" descr="Screen shot of the Result of the encryption in base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2000" cy="1243623"/>
                    </a:xfrm>
                    <a:prstGeom prst="rect">
                      <a:avLst/>
                    </a:prstGeom>
                  </pic:spPr>
                </pic:pic>
              </a:graphicData>
            </a:graphic>
          </wp:inline>
        </w:drawing>
      </w:r>
    </w:p>
    <w:p w14:paraId="784EFB82" w14:textId="77777777" w:rsidR="00AA2D5C" w:rsidRPr="00F150E3" w:rsidRDefault="00AA2D5C" w:rsidP="00F150E3">
      <w:pPr>
        <w:pStyle w:val="SubStepAlpha"/>
      </w:pPr>
      <w:r w:rsidRPr="000D55EB">
        <w:t>Copy or Dow</w:t>
      </w:r>
      <w:r w:rsidRPr="00F150E3">
        <w:t>nload the resulting message.</w:t>
      </w:r>
    </w:p>
    <w:p w14:paraId="09139694" w14:textId="77777777" w:rsidR="00AA2D5C" w:rsidRPr="000D55EB" w:rsidRDefault="00AA2D5C" w:rsidP="00F150E3">
      <w:pPr>
        <w:pStyle w:val="SubStepAlpha"/>
      </w:pPr>
      <w:r w:rsidRPr="00F150E3">
        <w:t>Email the encry</w:t>
      </w:r>
      <w:r w:rsidRPr="000D55EB">
        <w:t>pted message to your lab partner.</w:t>
      </w:r>
    </w:p>
    <w:p w14:paraId="4F84520E" w14:textId="77777777" w:rsidR="00AA2D5C" w:rsidRPr="000D55EB" w:rsidRDefault="00AA2D5C" w:rsidP="000E54EC">
      <w:pPr>
        <w:pStyle w:val="Heading2"/>
      </w:pPr>
      <w:r w:rsidRPr="000D55EB">
        <w:t>Decrypt the ciphertext.</w:t>
      </w:r>
    </w:p>
    <w:p w14:paraId="224CB5F5" w14:textId="77777777" w:rsidR="00AA2D5C" w:rsidRPr="000D55EB" w:rsidRDefault="00AA2D5C" w:rsidP="004D7D8A">
      <w:pPr>
        <w:pStyle w:val="BodyTextL25"/>
      </w:pPr>
      <w:r w:rsidRPr="000D55EB">
        <w:t>AES is a symmetric encryption algorithm This means that the two parties exchanging encrypted messages must share the secret key in advance.</w:t>
      </w:r>
    </w:p>
    <w:p w14:paraId="73ED4DCB" w14:textId="77777777" w:rsidR="00AA2D5C" w:rsidRPr="00F150E3" w:rsidRDefault="00AA2D5C" w:rsidP="00F150E3">
      <w:pPr>
        <w:pStyle w:val="SubStepAlpha"/>
      </w:pPr>
      <w:r w:rsidRPr="000D55EB">
        <w:t xml:space="preserve">Open the </w:t>
      </w:r>
      <w:r w:rsidRPr="00F150E3">
        <w:t>email from your lab partner.</w:t>
      </w:r>
    </w:p>
    <w:p w14:paraId="71CE641F" w14:textId="77777777" w:rsidR="00AA2D5C" w:rsidRPr="000D55EB" w:rsidRDefault="00AA2D5C" w:rsidP="00F150E3">
      <w:pPr>
        <w:pStyle w:val="SubStepAlpha"/>
      </w:pPr>
      <w:r w:rsidRPr="00F150E3">
        <w:t>Copy the ciphertext</w:t>
      </w:r>
      <w:r w:rsidRPr="000D55EB">
        <w:t xml:space="preserve"> and paste it in the text box. </w:t>
      </w:r>
    </w:p>
    <w:p w14:paraId="15E3F160" w14:textId="77777777" w:rsidR="00AA2D5C" w:rsidRPr="000D55EB" w:rsidRDefault="00AA2D5C" w:rsidP="00BD4ECD">
      <w:pPr>
        <w:pStyle w:val="SubStepAlpha"/>
        <w:keepNext/>
      </w:pPr>
      <w:r w:rsidRPr="000D55EB">
        <w:lastRenderedPageBreak/>
        <w:t>Enter the pre-shared secret key.</w:t>
      </w:r>
    </w:p>
    <w:p w14:paraId="64AFA9F1" w14:textId="77777777" w:rsidR="00AA2D5C" w:rsidRPr="000D55EB" w:rsidRDefault="00AA2D5C" w:rsidP="00AA2D5C">
      <w:pPr>
        <w:pStyle w:val="Visual"/>
      </w:pPr>
      <w:r w:rsidRPr="000D55EB">
        <w:rPr>
          <w:noProof/>
        </w:rPr>
        <w:drawing>
          <wp:inline distT="0" distB="0" distL="0" distR="0" wp14:anchorId="4B27AD8E" wp14:editId="4C3A018B">
            <wp:extent cx="4572000" cy="2637692"/>
            <wp:effectExtent l="0" t="0" r="0" b="0"/>
            <wp:docPr id="9" name="Picture 9" descr="Screenshot of the AES encryption window with cyberops as the pre-shared secret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000" cy="2637692"/>
                    </a:xfrm>
                    <a:prstGeom prst="rect">
                      <a:avLst/>
                    </a:prstGeom>
                  </pic:spPr>
                </pic:pic>
              </a:graphicData>
            </a:graphic>
          </wp:inline>
        </w:drawing>
      </w:r>
    </w:p>
    <w:p w14:paraId="421779FD" w14:textId="77777777" w:rsidR="00AA2D5C" w:rsidRPr="000D55EB" w:rsidRDefault="00AA2D5C" w:rsidP="00F150E3">
      <w:pPr>
        <w:pStyle w:val="SubStepAlpha"/>
      </w:pPr>
      <w:r w:rsidRPr="000D55EB">
        <w:t xml:space="preserve">Click on </w:t>
      </w:r>
      <w:r w:rsidRPr="000D55EB">
        <w:rPr>
          <w:b/>
        </w:rPr>
        <w:t>Decrypt</w:t>
      </w:r>
      <w:r w:rsidRPr="000D55EB">
        <w:t xml:space="preserve"> and the original cleartext message should be displayed.</w:t>
      </w:r>
    </w:p>
    <w:p w14:paraId="19AFA6EB" w14:textId="77777777" w:rsidR="00AA2D5C" w:rsidRPr="000D55EB" w:rsidRDefault="00AA2D5C" w:rsidP="00AA2D5C">
      <w:pPr>
        <w:pStyle w:val="Visual"/>
      </w:pPr>
      <w:r w:rsidRPr="000D55EB">
        <w:rPr>
          <w:noProof/>
        </w:rPr>
        <w:drawing>
          <wp:inline distT="0" distB="0" distL="0" distR="0" wp14:anchorId="685A0CFB" wp14:editId="61B0F111">
            <wp:extent cx="4572000" cy="1243623"/>
            <wp:effectExtent l="0" t="0" r="0" b="0"/>
            <wp:docPr id="10" name="Picture 10" descr="Screen shot of the Result of decrytion in plain text. &quot;You miss 100 percent of the shots you never take!&quot; - Wayne Gretz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000" cy="1243623"/>
                    </a:xfrm>
                    <a:prstGeom prst="rect">
                      <a:avLst/>
                    </a:prstGeom>
                  </pic:spPr>
                </pic:pic>
              </a:graphicData>
            </a:graphic>
          </wp:inline>
        </w:drawing>
      </w:r>
    </w:p>
    <w:p w14:paraId="688E9C3F" w14:textId="77777777" w:rsidR="00F150E3" w:rsidRDefault="00F150E3" w:rsidP="00F150E3">
      <w:pPr>
        <w:pStyle w:val="Heading3"/>
      </w:pPr>
      <w:r>
        <w:t>Question:</w:t>
      </w:r>
    </w:p>
    <w:p w14:paraId="02A34E35" w14:textId="0D90014D" w:rsidR="00AA2D5C" w:rsidRPr="000D55EB" w:rsidRDefault="00AA2D5C" w:rsidP="00284D9C">
      <w:pPr>
        <w:pStyle w:val="BodyTextL50"/>
      </w:pPr>
      <w:r w:rsidRPr="000D55EB">
        <w:t>What happens if you use a wrong secret key?</w:t>
      </w:r>
    </w:p>
    <w:p w14:paraId="0739A58C" w14:textId="7B5CB682" w:rsidR="00F150E3" w:rsidRDefault="00E8632C" w:rsidP="000E54EC">
      <w:pPr>
        <w:pStyle w:val="AnswerLineL25"/>
      </w:pPr>
      <w:r>
        <w:t>Type your answers here.</w:t>
      </w:r>
    </w:p>
    <w:p w14:paraId="664BDF37" w14:textId="5720FA71" w:rsidR="00C162C0" w:rsidRPr="00F150E3" w:rsidRDefault="00F150E3" w:rsidP="00F150E3">
      <w:pPr>
        <w:pStyle w:val="ConfigWindow"/>
      </w:pPr>
      <w:r w:rsidRPr="00F150E3">
        <w:t>End of document</w:t>
      </w:r>
    </w:p>
    <w:sectPr w:rsidR="00C162C0" w:rsidRPr="00F150E3" w:rsidSect="009C3182">
      <w:headerReference w:type="default"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8E64A4" w14:textId="77777777" w:rsidR="00886FD7" w:rsidRDefault="00886FD7" w:rsidP="00710659">
      <w:pPr>
        <w:spacing w:after="0" w:line="240" w:lineRule="auto"/>
      </w:pPr>
      <w:r>
        <w:separator/>
      </w:r>
    </w:p>
    <w:p w14:paraId="3FB7AC4A" w14:textId="77777777" w:rsidR="00886FD7" w:rsidRDefault="00886FD7"/>
  </w:endnote>
  <w:endnote w:type="continuationSeparator" w:id="0">
    <w:p w14:paraId="732BC3B7" w14:textId="77777777" w:rsidR="00886FD7" w:rsidRDefault="00886FD7" w:rsidP="00710659">
      <w:pPr>
        <w:spacing w:after="0" w:line="240" w:lineRule="auto"/>
      </w:pPr>
      <w:r>
        <w:continuationSeparator/>
      </w:r>
    </w:p>
    <w:p w14:paraId="71004182" w14:textId="77777777" w:rsidR="00886FD7" w:rsidRDefault="00886F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57153" w14:textId="50EF0F9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150E3">
          <w:t>2017</w:t>
        </w:r>
      </w:sdtContent>
    </w:sdt>
    <w:r>
      <w:t xml:space="preserve"> - </w:t>
    </w:r>
    <w:r>
      <w:fldChar w:fldCharType="begin"/>
    </w:r>
    <w:r>
      <w:instrText xml:space="preserve"> SAVEDATE  \@ "yyyy"  \* MERGEFORMAT </w:instrText>
    </w:r>
    <w:r>
      <w:fldChar w:fldCharType="separate"/>
    </w:r>
    <w:r w:rsidR="00EE450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17544" w14:textId="31820127"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150E3">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E4508">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D1869" w14:textId="77777777" w:rsidR="00886FD7" w:rsidRDefault="00886FD7" w:rsidP="00710659">
      <w:pPr>
        <w:spacing w:after="0" w:line="240" w:lineRule="auto"/>
      </w:pPr>
      <w:r>
        <w:separator/>
      </w:r>
    </w:p>
    <w:p w14:paraId="3C4E7027" w14:textId="77777777" w:rsidR="00886FD7" w:rsidRDefault="00886FD7"/>
  </w:footnote>
  <w:footnote w:type="continuationSeparator" w:id="0">
    <w:p w14:paraId="075371E1" w14:textId="77777777" w:rsidR="00886FD7" w:rsidRDefault="00886FD7" w:rsidP="00710659">
      <w:pPr>
        <w:spacing w:after="0" w:line="240" w:lineRule="auto"/>
      </w:pPr>
      <w:r>
        <w:continuationSeparator/>
      </w:r>
    </w:p>
    <w:p w14:paraId="27447DFC" w14:textId="77777777" w:rsidR="00886FD7" w:rsidRDefault="00886F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0B73C9AC61744DEB5C21CF12FB643B4"/>
      </w:placeholder>
      <w:dataBinding w:prefixMappings="xmlns:ns0='http://purl.org/dc/elements/1.1/' xmlns:ns1='http://schemas.openxmlformats.org/package/2006/metadata/core-properties' " w:xpath="/ns1:coreProperties[1]/ns0:title[1]" w:storeItemID="{6C3C8BC8-F283-45AE-878A-BAB7291924A1}"/>
      <w:text/>
    </w:sdtPr>
    <w:sdtEndPr/>
    <w:sdtContent>
      <w:p w14:paraId="125DA9E3" w14:textId="77777777" w:rsidR="00926CB2" w:rsidRDefault="00A27A3E" w:rsidP="008402F2">
        <w:pPr>
          <w:pStyle w:val="PageHead"/>
        </w:pPr>
        <w:r>
          <w:t>Class Activity - Creating Codes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99601" w14:textId="77777777" w:rsidR="00926CB2" w:rsidRDefault="00882B63" w:rsidP="006C3FCF">
    <w:pPr>
      <w:ind w:left="-288"/>
    </w:pPr>
    <w:r>
      <w:rPr>
        <w:noProof/>
      </w:rPr>
      <w:drawing>
        <wp:inline distT="0" distB="0" distL="0" distR="0" wp14:anchorId="78AB1582" wp14:editId="56650FD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285552"/>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83C48F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440"/>
        </w:tabs>
        <w:ind w:left="144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SubStepAlpha"/>
        <w:suff w:val="space"/>
        <w:lvlText w:val="Step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SubStepAlpha"/>
        <w:suff w:val="space"/>
        <w:lvlText w:val="Step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6"/>
  </w:num>
  <w:num w:numId="11">
    <w:abstractNumId w:val="3"/>
    <w:lvlOverride w:ilvl="0">
      <w:lvl w:ilvl="0">
        <w:start w:val="1"/>
        <w:numFmt w:val="decimal"/>
        <w:suff w:val="space"/>
        <w:lvlText w:val="Part %1:"/>
        <w:lvlJc w:val="left"/>
        <w:pPr>
          <w:ind w:left="5760" w:hanging="1080"/>
        </w:pPr>
        <w:rPr>
          <w:rFonts w:hint="default"/>
        </w:rPr>
      </w:lvl>
    </w:lvlOverride>
    <w:lvlOverride w:ilvl="1">
      <w:lvl w:ilvl="1">
        <w:start w:val="1"/>
        <w:numFmt w:val="decimal"/>
        <w:suff w:val="space"/>
        <w:lvlText w:val="Step %2:"/>
        <w:lvlJc w:val="left"/>
        <w:pPr>
          <w:ind w:left="1029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A3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54E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4D9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68CF"/>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D8A"/>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3CB"/>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449C"/>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FD7"/>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5E0D"/>
    <w:rsid w:val="00A27A3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2D5C"/>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4ECD"/>
    <w:rsid w:val="00BD6D76"/>
    <w:rsid w:val="00BE3A73"/>
    <w:rsid w:val="00BE56B3"/>
    <w:rsid w:val="00BE676D"/>
    <w:rsid w:val="00BF04E8"/>
    <w:rsid w:val="00BF16BF"/>
    <w:rsid w:val="00BF4D1F"/>
    <w:rsid w:val="00BF5FB7"/>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458"/>
    <w:rsid w:val="00CA2BB2"/>
    <w:rsid w:val="00CA73D5"/>
    <w:rsid w:val="00CB2FC9"/>
    <w:rsid w:val="00CB5068"/>
    <w:rsid w:val="00CB7D2B"/>
    <w:rsid w:val="00CC1C87"/>
    <w:rsid w:val="00CC3000"/>
    <w:rsid w:val="00CC4859"/>
    <w:rsid w:val="00CC7A35"/>
    <w:rsid w:val="00CD072A"/>
    <w:rsid w:val="00CD1070"/>
    <w:rsid w:val="00CD3942"/>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632C"/>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E4508"/>
    <w:rsid w:val="00EF4205"/>
    <w:rsid w:val="00EF5939"/>
    <w:rsid w:val="00F01714"/>
    <w:rsid w:val="00F0258F"/>
    <w:rsid w:val="00F02D06"/>
    <w:rsid w:val="00F056E5"/>
    <w:rsid w:val="00F06FDD"/>
    <w:rsid w:val="00F10819"/>
    <w:rsid w:val="00F11219"/>
    <w:rsid w:val="00F150E3"/>
    <w:rsid w:val="00F16F35"/>
    <w:rsid w:val="00F17559"/>
    <w:rsid w:val="00F2229D"/>
    <w:rsid w:val="00F25ABB"/>
    <w:rsid w:val="00F266F0"/>
    <w:rsid w:val="00F26F62"/>
    <w:rsid w:val="00F27963"/>
    <w:rsid w:val="00F30103"/>
    <w:rsid w:val="00F30446"/>
    <w:rsid w:val="00F40395"/>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276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4777B"/>
  <w15:docId w15:val="{2D75D39B-844F-44EC-AAA5-7328CE13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CD394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D3942"/>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D3942"/>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5B449C"/>
    <w:pPr>
      <w:keepNext/>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B449C"/>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B449C"/>
    <w:pPr>
      <w:spacing w:before="0" w:after="0"/>
    </w:pPr>
    <w:rPr>
      <w:i/>
      <w:color w:val="FFFFFF" w:themeColor="background1"/>
      <w:sz w:val="6"/>
    </w:rPr>
  </w:style>
  <w:style w:type="paragraph" w:customStyle="1" w:styleId="SubStepAlpha">
    <w:name w:val="SubStep Alpha"/>
    <w:basedOn w:val="BodyTextL25"/>
    <w:qFormat/>
    <w:rsid w:val="00CD3942"/>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CD3942"/>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CD3942"/>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5B449C"/>
    <w:rPr>
      <w:rFonts w:eastAsia="Times New Roman"/>
      <w:b/>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FollowedHyperlink">
    <w:name w:val="FollowedHyperlink"/>
    <w:basedOn w:val="DefaultParagraphFont"/>
    <w:semiHidden/>
    <w:unhideWhenUsed/>
    <w:rsid w:val="005453CB"/>
    <w:rPr>
      <w:color w:val="800080" w:themeColor="followedHyperlink"/>
      <w:u w:val="single"/>
    </w:rPr>
  </w:style>
  <w:style w:type="character" w:styleId="Hyperlink">
    <w:name w:val="Hyperlink"/>
    <w:basedOn w:val="DefaultParagraphFont"/>
    <w:uiPriority w:val="99"/>
    <w:unhideWhenUsed/>
    <w:rsid w:val="00AA2D5C"/>
    <w:rPr>
      <w:color w:val="0000FF" w:themeColor="hyperlink"/>
      <w:u w:val="single"/>
    </w:rPr>
  </w:style>
  <w:style w:type="paragraph" w:styleId="ListParagraph">
    <w:name w:val="List Paragraph"/>
    <w:basedOn w:val="Normal"/>
    <w:uiPriority w:val="34"/>
    <w:qFormat/>
    <w:rsid w:val="00AA2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esencryption.net/"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0B73C9AC61744DEB5C21CF12FB643B4"/>
        <w:category>
          <w:name w:val="General"/>
          <w:gallery w:val="placeholder"/>
        </w:category>
        <w:types>
          <w:type w:val="bbPlcHdr"/>
        </w:types>
        <w:behaviors>
          <w:behavior w:val="content"/>
        </w:behaviors>
        <w:guid w:val="{D8D60F30-9D0D-4D71-A018-E6EE3EC7709D}"/>
      </w:docPartPr>
      <w:docPartBody>
        <w:p w:rsidR="00483116" w:rsidRDefault="0096372E">
          <w:pPr>
            <w:pStyle w:val="F0B73C9AC61744DEB5C21CF12FB643B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72E"/>
    <w:rsid w:val="00483116"/>
    <w:rsid w:val="0078609D"/>
    <w:rsid w:val="0096372E"/>
    <w:rsid w:val="00DD2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B73C9AC61744DEB5C21CF12FB643B4">
    <w:name w:val="F0B73C9AC61744DEB5C21CF12FB643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F4EDD-7AD3-4553-9AA6-29F6988D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3</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Class Activity - Creating Codes</vt:lpstr>
    </vt:vector>
  </TitlesOfParts>
  <Company>Cisco Systems, Inc.</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Activity - Creating Codes</dc:title>
  <dc:creator>SP</dc:creator>
  <dc:description>2017</dc:description>
  <cp:lastModifiedBy>Suk-Yi Pennock -X (spennock - UNICON INC at Cisco)</cp:lastModifiedBy>
  <cp:revision>4</cp:revision>
  <cp:lastPrinted>2020-07-16T05:05:00Z</cp:lastPrinted>
  <dcterms:created xsi:type="dcterms:W3CDTF">2020-07-16T05:04:00Z</dcterms:created>
  <dcterms:modified xsi:type="dcterms:W3CDTF">2020-07-16T05:05:00Z</dcterms:modified>
</cp:coreProperties>
</file>